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C6" w:rsidRDefault="00BD0BD9">
      <w:r>
        <w:t>Periodic Table Entrance Card</w:t>
      </w:r>
    </w:p>
    <w:p w:rsidR="00BD0BD9" w:rsidRDefault="00BD0BD9"/>
    <w:p w:rsidR="00BD0BD9" w:rsidRDefault="00BD0BD9">
      <w:r>
        <w:t>1.  Fill in the following chart.</w:t>
      </w:r>
    </w:p>
    <w:p w:rsidR="00BD0BD9" w:rsidRDefault="00BD0BD9"/>
    <w:tbl>
      <w:tblPr>
        <w:tblStyle w:val="TableGrid"/>
        <w:tblpPr w:leftFromText="180" w:rightFromText="180" w:vertAnchor="text" w:horzAnchor="margin" w:tblpY="-50"/>
        <w:tblW w:w="0" w:type="auto"/>
        <w:tblLook w:val="01E0" w:firstRow="1" w:lastRow="1" w:firstColumn="1" w:lastColumn="1" w:noHBand="0" w:noVBand="0"/>
      </w:tblPr>
      <w:tblGrid>
        <w:gridCol w:w="1601"/>
        <w:gridCol w:w="1596"/>
        <w:gridCol w:w="1596"/>
        <w:gridCol w:w="1596"/>
        <w:gridCol w:w="1596"/>
        <w:gridCol w:w="1601"/>
      </w:tblGrid>
      <w:tr w:rsidR="00BD0BD9" w:rsidTr="00BD0BD9"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Element/Ion</w:t>
            </w: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Atomic Number</w:t>
            </w: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Number of Protons</w:t>
            </w: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Number of Neutrons</w:t>
            </w: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Number of Electrons</w:t>
            </w:r>
          </w:p>
        </w:tc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Mass Number</w:t>
            </w:r>
          </w:p>
        </w:tc>
      </w:tr>
      <w:tr w:rsidR="00BD0BD9" w:rsidTr="00BD0BD9"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position w:val="-12"/>
                <w:sz w:val="28"/>
                <w:szCs w:val="28"/>
              </w:rPr>
              <w:object w:dxaOrig="520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8.75pt" o:ole="">
                  <v:imagedata r:id="rId6" o:title=""/>
                </v:shape>
                <o:OLEObject Type="Embed" ProgID="Equation.DSMT4" ShapeID="_x0000_i1025" DrawAspect="Content" ObjectID="_1411837654" r:id="rId7"/>
              </w:object>
            </w: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</w:tr>
      <w:tr w:rsidR="00BD0BD9" w:rsidTr="00BD0BD9"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position w:val="-12"/>
                <w:sz w:val="28"/>
                <w:szCs w:val="28"/>
              </w:rPr>
              <w:object w:dxaOrig="740" w:dyaOrig="380">
                <v:shape id="_x0000_i1026" type="#_x0000_t75" style="width:36.75pt;height:18.75pt" o:ole="">
                  <v:imagedata r:id="rId8" o:title=""/>
                </v:shape>
                <o:OLEObject Type="Embed" ProgID="Equation.DSMT4" ShapeID="_x0000_i1026" DrawAspect="Content" ObjectID="_1411837655" r:id="rId9"/>
              </w:object>
            </w: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</w:tr>
      <w:tr w:rsidR="00BD0BD9" w:rsidTr="00BD0BD9"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30</w:t>
            </w: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28</w:t>
            </w:r>
          </w:p>
        </w:tc>
        <w:tc>
          <w:tcPr>
            <w:tcW w:w="1601" w:type="dxa"/>
          </w:tcPr>
          <w:p w:rsidR="00BD0BD9" w:rsidRPr="00F647FD" w:rsidRDefault="00BD0BD9" w:rsidP="00BD0BD9">
            <w:pPr>
              <w:jc w:val="center"/>
              <w:rPr>
                <w:sz w:val="28"/>
                <w:szCs w:val="28"/>
              </w:rPr>
            </w:pPr>
            <w:r w:rsidRPr="00F647FD">
              <w:rPr>
                <w:sz w:val="28"/>
                <w:szCs w:val="28"/>
              </w:rPr>
              <w:t>66</w:t>
            </w:r>
          </w:p>
        </w:tc>
      </w:tr>
    </w:tbl>
    <w:p w:rsidR="00BD0BD9" w:rsidRDefault="00BD0BD9"/>
    <w:p w:rsidR="00BD0BD9" w:rsidRDefault="00BD0BD9"/>
    <w:p w:rsidR="00BD0BD9" w:rsidRDefault="00BD0BD9"/>
    <w:p w:rsidR="00BD0BD9" w:rsidRDefault="00BD0BD9"/>
    <w:p w:rsidR="00BD0BD9" w:rsidRDefault="00BD0BD9"/>
    <w:p w:rsidR="00BD0BD9" w:rsidRDefault="00BD0BD9"/>
    <w:p w:rsidR="00BD0BD9" w:rsidRDefault="00BD0BD9"/>
    <w:p w:rsidR="00BD0BD9" w:rsidRDefault="00BD0BD9">
      <w:r>
        <w:t xml:space="preserve">2. </w:t>
      </w:r>
      <w:r w:rsidR="000F0113">
        <w:t>For each of the following elements, indicate if it is a metal, a nonmetal or a metalloid:</w:t>
      </w:r>
    </w:p>
    <w:p w:rsidR="000F0113" w:rsidRDefault="000F0113"/>
    <w:p w:rsidR="000F0113" w:rsidRDefault="000F0113">
      <w:r>
        <w:t xml:space="preserve">a. </w:t>
      </w:r>
      <w:proofErr w:type="spellStart"/>
      <w:r>
        <w:t>Ga</w:t>
      </w:r>
      <w:proofErr w:type="spellEnd"/>
    </w:p>
    <w:p w:rsidR="000F0113" w:rsidRDefault="000F0113"/>
    <w:p w:rsidR="000F0113" w:rsidRDefault="000F0113">
      <w:r>
        <w:t>b. Cu</w:t>
      </w:r>
    </w:p>
    <w:p w:rsidR="000F0113" w:rsidRDefault="000F0113"/>
    <w:p w:rsidR="000F0113" w:rsidRDefault="000F0113">
      <w:r>
        <w:t>c. F</w:t>
      </w:r>
    </w:p>
    <w:p w:rsidR="000F0113" w:rsidRDefault="000F0113"/>
    <w:p w:rsidR="000F0113" w:rsidRDefault="000F0113">
      <w:r>
        <w:t>d. B</w:t>
      </w:r>
      <w:bookmarkStart w:id="0" w:name="_GoBack"/>
      <w:bookmarkEnd w:id="0"/>
    </w:p>
    <w:sectPr w:rsidR="000F0113" w:rsidSect="003C1B8D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D9"/>
    <w:rsid w:val="000229BA"/>
    <w:rsid w:val="000F0113"/>
    <w:rsid w:val="003C1B8D"/>
    <w:rsid w:val="00BD0BD9"/>
    <w:rsid w:val="00E5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BD9"/>
    <w:pPr>
      <w:spacing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D0BD9"/>
    <w:pPr>
      <w:spacing w:line="240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hristophy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CC7BE07A-F35D-45A5-A9A5-1B9C27709CD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9</TotalTime>
  <Pages>1</Pages>
  <Words>54</Words>
  <Characters>313</Characters>
  <Application>Microsoft Office Word</Application>
  <DocSecurity>0</DocSecurity>
  <Lines>2</Lines>
  <Paragraphs>1</Paragraphs>
  <ScaleCrop>false</ScaleCrop>
  <Company>Sacred Heart Academy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Christophy</dc:creator>
  <cp:lastModifiedBy>Dr. Christophy</cp:lastModifiedBy>
  <cp:revision>2</cp:revision>
  <dcterms:created xsi:type="dcterms:W3CDTF">2012-10-16T00:12:00Z</dcterms:created>
  <dcterms:modified xsi:type="dcterms:W3CDTF">2012-10-16T00:21:00Z</dcterms:modified>
</cp:coreProperties>
</file>